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26"/>
        <w:gridCol w:w="3783"/>
      </w:tblGrid>
      <w:tr w:rsidR="00E85637" w14:paraId="08BFC2B2" w14:textId="77777777">
        <w:trPr>
          <w:cantSplit/>
          <w:trHeight w:val="567"/>
        </w:trPr>
        <w:tc>
          <w:tcPr>
            <w:tcW w:w="5216" w:type="dxa"/>
            <w:vMerge w:val="restart"/>
          </w:tcPr>
          <w:p w14:paraId="5A48BCDB" w14:textId="77777777" w:rsidR="00E85637" w:rsidRDefault="00B7608B" w:rsidP="002319AA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Text2"/>
                  <w:enabled/>
                  <w:calcOnExit w:val="0"/>
                  <w:helpText w:type="text" w:val="Sisestage siia üks või mitu adressaati. &#10;&#10;Näiteks:  &#10;Hr Jüri Mägi&#10;Pikk 22&#10;23456 Kuressaare&#10;&#10;Seejärel liikuge Tab klahviga järgmisele väljale."/>
                  <w:statusText w:type="text" w:val="Sisestage siia üks või mitu adressaati (vt F1)"/>
                  <w:textInput/>
                </w:ffData>
              </w:fldChar>
            </w:r>
            <w:bookmarkStart w:id="0" w:name="Text2"/>
            <w:r>
              <w:instrText xml:space="preserve"> FORMTEXT </w:instrText>
            </w:r>
            <w:r>
              <w:fldChar w:fldCharType="separate"/>
            </w:r>
            <w:r w:rsidR="002319AA">
              <w:rPr>
                <w:noProof/>
              </w:rPr>
              <w:t>Metsamajand OÜ</w:t>
            </w:r>
            <w:r>
              <w:fldChar w:fldCharType="end"/>
            </w:r>
            <w:bookmarkEnd w:id="0"/>
          </w:p>
        </w:tc>
        <w:tc>
          <w:tcPr>
            <w:tcW w:w="510" w:type="dxa"/>
            <w:noWrap/>
          </w:tcPr>
          <w:p w14:paraId="3381F587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T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Teie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1BB4F8F6" w14:textId="77777777" w:rsidR="00E85637" w:rsidRDefault="00B7608B" w:rsidP="00B7608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Text1"/>
                  <w:enabled/>
                  <w:calcOnExit w:val="0"/>
                  <w:helpText w:type="text" w:val="Sisestage siia saabunud kirja kuupäev.&#10;&#10;Näiteks: 01.05.2014 &#10;&#10;Seejärel liikuge Tab klahviga järgmisele väljale."/>
                  <w:statusText w:type="text" w:val="Sisestage siia saabunud kirja kuupäev (vt F1)"/>
                  <w:textInput>
                    <w:maxLength w:val="40"/>
                  </w:textInput>
                </w:ffData>
              </w:fldChar>
            </w:r>
            <w:bookmarkStart w:id="1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  <w:r w:rsidR="00356C40">
              <w:t xml:space="preserve"> nr </w:t>
            </w:r>
            <w:r>
              <w:fldChar w:fldCharType="begin">
                <w:ffData>
                  <w:name w:val="Text50"/>
                  <w:enabled/>
                  <w:calcOnExit w:val="0"/>
                  <w:helpText w:type="text" w:val="Sisestage siia saabunud kirja viit.&#10;&#10;Näiteks: 2-1/312&#10;&#10;Seejärel liikuge Tab klahviga järgmisele väljale."/>
                  <w:statusText w:type="text" w:val="Sisestage siia saabunud kirja viit (vt F1)"/>
                  <w:textInput/>
                </w:ffData>
              </w:fldChar>
            </w:r>
            <w:bookmarkStart w:id="2" w:name="Text5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</w:tr>
      <w:tr w:rsidR="00E85637" w14:paraId="177E4D5A" w14:textId="77777777">
        <w:trPr>
          <w:cantSplit/>
          <w:trHeight w:val="743"/>
        </w:trPr>
        <w:tc>
          <w:tcPr>
            <w:tcW w:w="5216" w:type="dxa"/>
            <w:vMerge/>
          </w:tcPr>
          <w:p w14:paraId="3F9CEB86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510" w:type="dxa"/>
            <w:noWrap/>
          </w:tcPr>
          <w:p w14:paraId="02044AC0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79B45DC5" w14:textId="452631F1" w:rsidR="00E85637" w:rsidRDefault="00925100" w:rsidP="005267D2">
            <w:pPr>
              <w:framePr w:w="9582" w:h="2155" w:wrap="notBeside" w:vAnchor="page" w:hAnchor="page" w:x="1702" w:y="3063"/>
            </w:pPr>
            <w:r>
              <w:t>30.08.2023</w:t>
            </w:r>
            <w:r w:rsidR="00356C40">
              <w:t xml:space="preserve"> nr </w:t>
            </w:r>
            <w:r w:rsidR="00B7608B">
              <w:fldChar w:fldCharType="begin">
                <w:ffData>
                  <w:name w:val="Text51"/>
                  <w:enabled/>
                  <w:calcOnExit w:val="0"/>
                  <w:helpText w:type="text" w:val="Sisestage siia väljamineva kirja viit.&#10;&#10;Näiteks:&#10;2-1/312&#10;2-1/(number sisaldub faili nimes)&#10;&#10;Seejärel liikuge Tab klahviga järgmisele väljale."/>
                  <w:statusText w:type="text" w:val="Sisestage siia väljamineva kirja viit (vt F1)"/>
                  <w:textInput/>
                </w:ffData>
              </w:fldChar>
            </w:r>
            <w:bookmarkStart w:id="3" w:name="Text51"/>
            <w:r w:rsidR="00B7608B">
              <w:instrText xml:space="preserve"> FORMTEXT </w:instrText>
            </w:r>
            <w:r w:rsidR="00B7608B">
              <w:fldChar w:fldCharType="separate"/>
            </w:r>
            <w:r w:rsidR="005267D2">
              <w:rPr>
                <w:noProof/>
              </w:rPr>
              <w:t>12-1</w:t>
            </w:r>
            <w:r w:rsidR="00B7608B">
              <w:fldChar w:fldCharType="end"/>
            </w:r>
            <w:bookmarkEnd w:id="3"/>
          </w:p>
        </w:tc>
      </w:tr>
      <w:tr w:rsidR="00E85637" w14:paraId="4D24630C" w14:textId="77777777">
        <w:trPr>
          <w:cantSplit/>
          <w:trHeight w:hRule="exact" w:val="23"/>
        </w:trPr>
        <w:tc>
          <w:tcPr>
            <w:tcW w:w="5216" w:type="dxa"/>
          </w:tcPr>
          <w:p w14:paraId="636A26C6" w14:textId="77777777" w:rsidR="00E85637" w:rsidRDefault="00A9445B">
            <w:pPr>
              <w:framePr w:w="9582" w:h="2155" w:wrap="notBeside" w:vAnchor="page" w:hAnchor="page" w:x="1702" w:y="3063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10" w:type="dxa"/>
            <w:noWrap/>
          </w:tcPr>
          <w:p w14:paraId="7A5E52CB" w14:textId="77777777" w:rsidR="00E85637" w:rsidRDefault="00A9445B">
            <w:pPr>
              <w:framePr w:w="9582" w:h="2155" w:wrap="notBeside" w:vAnchor="page" w:hAnchor="page" w:x="1702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14:paraId="0F9B1FEC" w14:textId="77777777" w:rsidR="00E85637" w:rsidRDefault="00E85637">
            <w:pPr>
              <w:framePr w:w="9582" w:h="2155" w:wrap="notBeside" w:vAnchor="page" w:hAnchor="page" w:x="1702" w:y="3063"/>
            </w:pPr>
          </w:p>
        </w:tc>
      </w:tr>
    </w:tbl>
    <w:p w14:paraId="07F893B0" w14:textId="77777777" w:rsidR="00E85637" w:rsidRDefault="00E85637">
      <w:pPr>
        <w:framePr w:w="9582" w:h="2155" w:wrap="notBeside" w:vAnchor="page" w:hAnchor="page" w:x="1702" w:y="3063"/>
        <w:rPr>
          <w:sz w:val="12"/>
        </w:rPr>
      </w:pPr>
    </w:p>
    <w:p w14:paraId="66466F9F" w14:textId="77777777" w:rsidR="00E85637" w:rsidRDefault="00E85637">
      <w:pPr>
        <w:rPr>
          <w:spacing w:val="0"/>
          <w:position w:val="0"/>
          <w:sz w:val="20"/>
        </w:rPr>
      </w:pPr>
    </w:p>
    <w:p w14:paraId="373518CE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0DD2DFBF" wp14:editId="6DDE63A6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055BD9" w14:textId="77777777" w:rsidR="00E85637" w:rsidRDefault="00B7608B">
      <w:pPr>
        <w:pStyle w:val="Pealkiri1"/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Järelepärimine&#10;&#10;Seejärel liikuge Tab klahviga järgmisele väljale."/>
            <w:statusText w:type="text" w:val="Sisestage siia pealkiri (vt F1)"/>
            <w:textInput>
              <w:format w:val="Algsuurtäht"/>
            </w:textInput>
          </w:ffData>
        </w:fldChar>
      </w:r>
      <w:bookmarkStart w:id="4" w:name="Text7"/>
      <w:r>
        <w:instrText xml:space="preserve"> FORMTEXT </w:instrText>
      </w:r>
      <w:r>
        <w:fldChar w:fldCharType="separate"/>
      </w:r>
      <w:r w:rsidR="002319AA">
        <w:rPr>
          <w:noProof/>
        </w:rPr>
        <w:t>Teatis.</w:t>
      </w:r>
      <w:r>
        <w:fldChar w:fldCharType="end"/>
      </w:r>
      <w:bookmarkEnd w:id="4"/>
    </w:p>
    <w:p w14:paraId="67A15278" w14:textId="77777777" w:rsidR="00E85637" w:rsidRDefault="00E85637"/>
    <w:p w14:paraId="32E5C01A" w14:textId="77777777" w:rsidR="00E85637" w:rsidRDefault="00E85637">
      <w:pPr>
        <w:rPr>
          <w:sz w:val="26"/>
        </w:rPr>
      </w:pPr>
    </w:p>
    <w:p w14:paraId="33077E9C" w14:textId="77777777" w:rsidR="007B7275" w:rsidRDefault="007B7275" w:rsidP="007B7275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"/>
            <w:enabled/>
            <w:calcOnExit w:val="0"/>
            <w:helpText w:type="text" w:val="Kirjutage siia pöördumise esimene sõna.&#10;&#10;Näiteks:   Austatud&#10;&#10;Seejärel liikuge Tab klahviga järgmisele väljale."/>
            <w:statusText w:type="text" w:val="Kirjutage siia pöördumise esimene sõna (vt F1)."/>
            <w:textInput>
              <w:default w:val="Austatud"/>
              <w:maxLength w:val="17"/>
              <w:format w:val="Algsuurtäht"/>
            </w:textInput>
          </w:ffData>
        </w:fldChar>
      </w:r>
      <w:r>
        <w:rPr>
          <w:spacing w:val="0"/>
          <w:position w:val="0"/>
        </w:rPr>
        <w:instrText xml:space="preserve"> FORMTEXT </w:instrText>
      </w:r>
      <w:r>
        <w:rPr>
          <w:spacing w:val="0"/>
          <w:position w:val="0"/>
        </w:rPr>
      </w:r>
      <w:r>
        <w:rPr>
          <w:spacing w:val="0"/>
          <w:position w:val="0"/>
        </w:rPr>
        <w:fldChar w:fldCharType="separate"/>
      </w:r>
      <w:r>
        <w:rPr>
          <w:noProof/>
          <w:spacing w:val="0"/>
          <w:position w:val="0"/>
        </w:rPr>
        <w:t>Austatud</w:t>
      </w:r>
      <w:r>
        <w:rPr>
          <w:spacing w:val="0"/>
          <w:position w:val="0"/>
        </w:rPr>
        <w:fldChar w:fldCharType="end"/>
      </w:r>
      <w:r>
        <w:rPr>
          <w:spacing w:val="0"/>
          <w:position w:val="0"/>
        </w:rPr>
        <w:fldChar w:fldCharType="begin">
          <w:ffData>
            <w:name w:val=""/>
            <w:enabled/>
            <w:calcOnExit w:val="0"/>
            <w:helpText w:type="text" w:val="Kui on vaja vormistada blanketile perekonnanime ette tiitel, siis valige sellest valikust: &#10;&#10;Näiteks:    proua&#10;&#10;Seejärel liikuge Tab klahviga järgmisele väljale."/>
            <w:statusText w:type="text" w:val="Valige rippmenüüst sobiv tiitel (vt F1)."/>
            <w:ddList>
              <w:listEntry w:val=" härra "/>
              <w:listEntry w:val=" proua "/>
              <w:listEntry w:val=" preili "/>
              <w:listEntry w:val=" "/>
            </w:ddList>
          </w:ffData>
        </w:fldChar>
      </w:r>
      <w:r>
        <w:rPr>
          <w:spacing w:val="0"/>
          <w:position w:val="0"/>
        </w:rPr>
        <w:instrText xml:space="preserve"> FORMDROPDOWN </w:instrText>
      </w:r>
      <w:r w:rsidR="00925100">
        <w:rPr>
          <w:spacing w:val="0"/>
          <w:position w:val="0"/>
        </w:rPr>
      </w:r>
      <w:r w:rsidR="00925100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r>
        <w:rPr>
          <w:spacing w:val="0"/>
          <w:position w:val="0"/>
        </w:rPr>
        <w:fldChar w:fldCharType="begin">
          <w:ffData>
            <w:name w:val="Text35"/>
            <w:enabled/>
            <w:calcOnExit w:val="0"/>
            <w:helpText w:type="text" w:val="Kirja saaja perekonnanimi. &#10;&#10;Näiteks:    Mägi&#10;&#10;Seejärel liikuge Tab klahviga järgmisele väljale."/>
            <w:statusText w:type="text" w:val="Kirjutage siia välja kirja saaja perekonnanimi  (vt F1)"/>
            <w:textInput>
              <w:maxLength w:val="60"/>
            </w:textInput>
          </w:ffData>
        </w:fldChar>
      </w:r>
      <w:bookmarkStart w:id="5" w:name="Text35"/>
      <w:r>
        <w:rPr>
          <w:spacing w:val="0"/>
          <w:position w:val="0"/>
        </w:rPr>
        <w:instrText xml:space="preserve"> FORMTEXT </w:instrText>
      </w:r>
      <w:r>
        <w:rPr>
          <w:spacing w:val="0"/>
          <w:position w:val="0"/>
        </w:rPr>
      </w:r>
      <w:r>
        <w:rPr>
          <w:spacing w:val="0"/>
          <w:position w:val="0"/>
        </w:rPr>
        <w:fldChar w:fldCharType="separate"/>
      </w:r>
      <w:r w:rsidR="002319AA">
        <w:rPr>
          <w:noProof/>
          <w:spacing w:val="0"/>
          <w:position w:val="0"/>
        </w:rPr>
        <w:t xml:space="preserve">Vahur Tõnisson  </w:t>
      </w:r>
      <w:r>
        <w:rPr>
          <w:spacing w:val="0"/>
          <w:position w:val="0"/>
        </w:rPr>
        <w:fldChar w:fldCharType="end"/>
      </w:r>
      <w:bookmarkEnd w:id="5"/>
    </w:p>
    <w:p w14:paraId="4191065B" w14:textId="77777777" w:rsidR="00E85637" w:rsidRDefault="00E85637"/>
    <w:p w14:paraId="73ADA92C" w14:textId="77777777" w:rsidR="00E85637" w:rsidRDefault="00E85637">
      <w:pPr>
        <w:rPr>
          <w:sz w:val="18"/>
        </w:rPr>
      </w:pPr>
    </w:p>
    <w:p w14:paraId="683FEE33" w14:textId="77777777" w:rsidR="00E85637" w:rsidRDefault="00E85637">
      <w:pPr>
        <w:sectPr w:rsidR="00E85637">
          <w:headerReference w:type="default" r:id="rId11"/>
          <w:footerReference w:type="default" r:id="rId12"/>
          <w:headerReference w:type="first" r:id="rId13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1DCEED4D" w14:textId="513A4067" w:rsidR="001D139F" w:rsidRDefault="002319AA">
      <w:r>
        <w:t>Käesolevaga te</w:t>
      </w:r>
      <w:r w:rsidR="00925100">
        <w:t>atame</w:t>
      </w:r>
      <w:r>
        <w:t xml:space="preserve"> ehituse töövõtulepingu nr </w:t>
      </w:r>
      <w:r w:rsidR="00B940C2" w:rsidRPr="00B940C2">
        <w:t>1-18/2023/139</w:t>
      </w:r>
      <w:r w:rsidR="00925100">
        <w:t xml:space="preserve"> </w:t>
      </w:r>
      <w:r>
        <w:t>omanikujärel</w:t>
      </w:r>
      <w:r w:rsidR="00B940C2">
        <w:t>e</w:t>
      </w:r>
      <w:r>
        <w:t>valve teost</w:t>
      </w:r>
      <w:r w:rsidR="00925100">
        <w:t>ajast.</w:t>
      </w:r>
    </w:p>
    <w:p w14:paraId="26726F07" w14:textId="77777777" w:rsidR="002319AA" w:rsidRDefault="002319AA"/>
    <w:p w14:paraId="0F1A2109" w14:textId="09AFAF2C" w:rsidR="002319AA" w:rsidRPr="00925100" w:rsidRDefault="002319AA" w:rsidP="002319AA">
      <w:pPr>
        <w:jc w:val="both"/>
      </w:pPr>
      <w:r>
        <w:rPr>
          <w:spacing w:val="0"/>
        </w:rPr>
        <w:t>15.1.3.</w:t>
      </w:r>
      <w:r w:rsidR="00B940C2">
        <w:rPr>
          <w:spacing w:val="0"/>
        </w:rPr>
        <w:t xml:space="preserve"> </w:t>
      </w:r>
      <w:r w:rsidRPr="002319AA">
        <w:rPr>
          <w:spacing w:val="0"/>
        </w:rPr>
        <w:t xml:space="preserve">Omanikujärelevalvet teostab </w:t>
      </w:r>
      <w:r w:rsidR="00B940C2" w:rsidRPr="00B940C2">
        <w:rPr>
          <w:spacing w:val="0"/>
        </w:rPr>
        <w:t>E&amp;A Ehitus ja Kaubandus OÜ</w:t>
      </w:r>
      <w:r w:rsidR="00925100">
        <w:rPr>
          <w:spacing w:val="0"/>
        </w:rPr>
        <w:t xml:space="preserve"> juhatuse liige</w:t>
      </w:r>
      <w:r w:rsidR="00B940C2">
        <w:rPr>
          <w:spacing w:val="0"/>
        </w:rPr>
        <w:t xml:space="preserve"> </w:t>
      </w:r>
      <w:r w:rsidR="00B940C2" w:rsidRPr="00B940C2">
        <w:rPr>
          <w:spacing w:val="0"/>
        </w:rPr>
        <w:t>Eldur Kalmann</w:t>
      </w:r>
      <w:r w:rsidR="00B940C2">
        <w:rPr>
          <w:spacing w:val="0"/>
        </w:rPr>
        <w:t>,</w:t>
      </w:r>
      <w:r>
        <w:rPr>
          <w:spacing w:val="0"/>
        </w:rPr>
        <w:t xml:space="preserve"> </w:t>
      </w:r>
      <w:r w:rsidRPr="002319AA">
        <w:rPr>
          <w:spacing w:val="0"/>
        </w:rPr>
        <w:t xml:space="preserve"> tel </w:t>
      </w:r>
      <w:r w:rsidR="00B940C2" w:rsidRPr="00B940C2">
        <w:rPr>
          <w:spacing w:val="0"/>
        </w:rPr>
        <w:t>5665 3343</w:t>
      </w:r>
      <w:r w:rsidRPr="002319AA">
        <w:rPr>
          <w:spacing w:val="0"/>
        </w:rPr>
        <w:t xml:space="preserve">, e-post </w:t>
      </w:r>
      <w:r w:rsidR="00B940C2" w:rsidRPr="00B940C2">
        <w:t>eldur1001@gmail.com</w:t>
      </w:r>
      <w:r w:rsidR="00B940C2">
        <w:t xml:space="preserve"> .</w:t>
      </w:r>
      <w:r w:rsidR="005267D2">
        <w:rPr>
          <w:spacing w:val="0"/>
        </w:rPr>
        <w:t xml:space="preserve">  </w:t>
      </w:r>
    </w:p>
    <w:p w14:paraId="7872004D" w14:textId="77777777" w:rsidR="005267D2" w:rsidRPr="002319AA" w:rsidRDefault="005267D2" w:rsidP="002319AA">
      <w:pPr>
        <w:jc w:val="both"/>
        <w:rPr>
          <w:spacing w:val="0"/>
        </w:rPr>
      </w:pPr>
    </w:p>
    <w:p w14:paraId="4882865A" w14:textId="77777777" w:rsidR="001D139F" w:rsidRDefault="002319AA">
      <w:pPr>
        <w:sectPr w:rsidR="001D139F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  <w:r>
        <w:t xml:space="preserve"> </w:t>
      </w:r>
    </w:p>
    <w:p w14:paraId="5269189D" w14:textId="77777777" w:rsidR="00E85637" w:rsidRDefault="00E85637"/>
    <w:p w14:paraId="24E22AC9" w14:textId="77777777" w:rsidR="00E85637" w:rsidRDefault="00E85637"/>
    <w:p w14:paraId="13901C24" w14:textId="77777777" w:rsidR="00E85637" w:rsidRDefault="00A9445B">
      <w: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Lugupidamisega</w:t>
      </w:r>
      <w:r>
        <w:fldChar w:fldCharType="end"/>
      </w:r>
    </w:p>
    <w:p w14:paraId="1A94509F" w14:textId="77777777" w:rsidR="00E85637" w:rsidRDefault="00E85637"/>
    <w:p w14:paraId="46E59870" w14:textId="77777777" w:rsidR="00E85637" w:rsidRDefault="00E85637"/>
    <w:p w14:paraId="7115CEC3" w14:textId="77777777" w:rsidR="00E85637" w:rsidRDefault="00B7608B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bookmarkStart w:id="6" w:name="Dropdown9"/>
      <w:r>
        <w:rPr>
          <w:spacing w:val="0"/>
          <w:position w:val="0"/>
        </w:rPr>
        <w:instrText xml:space="preserve"> FORMDROPDOWN </w:instrText>
      </w:r>
      <w:r w:rsidR="00925100">
        <w:rPr>
          <w:spacing w:val="0"/>
          <w:position w:val="0"/>
        </w:rPr>
      </w:r>
      <w:r w:rsidR="00925100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6"/>
    </w:p>
    <w:p w14:paraId="6CA9F304" w14:textId="77777777" w:rsidR="00E85637" w:rsidRDefault="00E85637"/>
    <w:p w14:paraId="4EDCDB1C" w14:textId="77777777" w:rsidR="00E85637" w:rsidRDefault="00E85637">
      <w:pPr>
        <w:rPr>
          <w:sz w:val="14"/>
        </w:rPr>
      </w:pPr>
    </w:p>
    <w:p w14:paraId="09CEA85A" w14:textId="77777777" w:rsidR="00E85637" w:rsidRDefault="00E85637">
      <w:pPr>
        <w:rPr>
          <w:sz w:val="2"/>
        </w:rPr>
      </w:pPr>
    </w:p>
    <w:p w14:paraId="581D3CBE" w14:textId="77777777" w:rsidR="00E85637" w:rsidRDefault="00B7608B">
      <w:r>
        <w:fldChar w:fldCharType="begin">
          <w:ffData>
            <w:name w:val="Text30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bookmarkStart w:id="7" w:name="Text3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</w:p>
    <w:p w14:paraId="5CC79D45" w14:textId="77777777" w:rsidR="00925100" w:rsidRPr="00925100" w:rsidRDefault="00925100" w:rsidP="00925100">
      <w:r w:rsidRPr="00925100">
        <w:t>RMK Külastuskorraldusosakond</w:t>
      </w:r>
    </w:p>
    <w:p w14:paraId="70E947CD" w14:textId="77777777" w:rsidR="00925100" w:rsidRPr="00925100" w:rsidRDefault="00925100" w:rsidP="00925100">
      <w:r w:rsidRPr="00925100">
        <w:t>Lääne-Eesti piirkond</w:t>
      </w:r>
    </w:p>
    <w:p w14:paraId="40748300" w14:textId="77777777" w:rsidR="00925100" w:rsidRDefault="00925100" w:rsidP="00925100">
      <w:r w:rsidRPr="00925100">
        <w:t>Külastusala juht</w:t>
      </w:r>
    </w:p>
    <w:p w14:paraId="7CD872AB" w14:textId="6CF75221" w:rsidR="00925100" w:rsidRPr="00925100" w:rsidRDefault="00925100" w:rsidP="00925100">
      <w:r>
        <w:t>Üllar Soonik</w:t>
      </w:r>
    </w:p>
    <w:p w14:paraId="22D95EC1" w14:textId="77777777" w:rsidR="00E85637" w:rsidRDefault="00E85637"/>
    <w:p w14:paraId="0814D0FB" w14:textId="77777777" w:rsidR="00E85637" w:rsidRDefault="00E85637"/>
    <w:p w14:paraId="21A1EFDF" w14:textId="305D72C8" w:rsidR="00E85637" w:rsidRDefault="00925100">
      <w:r>
        <w:t>Tel. 5158901</w:t>
      </w:r>
    </w:p>
    <w:p w14:paraId="5C7C0AD0" w14:textId="77777777" w:rsidR="00E85637" w:rsidRDefault="00E85637"/>
    <w:p w14:paraId="1DB7AE5F" w14:textId="77777777" w:rsidR="00E85637" w:rsidRDefault="00E85637"/>
    <w:p w14:paraId="2AA94010" w14:textId="785A0422" w:rsidR="00E85637" w:rsidRDefault="00925100">
      <w:r>
        <w:t>e-post  Yllar.Soonik@rmk.ee</w:t>
      </w:r>
    </w:p>
    <w:p w14:paraId="3A0B7F94" w14:textId="77777777" w:rsidR="00E85637" w:rsidRDefault="00E85637"/>
    <w:p w14:paraId="662A1B78" w14:textId="77777777" w:rsidR="00E85637" w:rsidRDefault="00E85637"/>
    <w:p w14:paraId="786CA81A" w14:textId="77777777" w:rsidR="00E85637" w:rsidRDefault="0015432F">
      <w:r>
        <w:fldChar w:fldCharType="begin">
          <w:ffData>
            <w:name w:val=""/>
            <w:enabled/>
            <w:calcOnExit w:val="0"/>
            <w:helpText w:type="text" w:val="Sisestage siia koostaja nimi, kui koostaja ja allakirjutaja on eri isikud.&#10;&#10;&#10;&#10;Seejärel liikuge Tab klahviga järgmisele väljale.&#10;&#10;"/>
            <w:statusText w:type="text" w:val="Sisestage siia koostaja nimi, kui koostaja ja allakirjutaja on eri isikud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7B79E1A8" w14:textId="77777777" w:rsidR="00356C40" w:rsidRDefault="00B7608B">
      <w:r>
        <w:fldChar w:fldCharType="begin">
          <w:ffData>
            <w:name w:val="Text29"/>
            <w:enabled/>
            <w:calcOnExit w:val="0"/>
            <w:helpText w:type="text" w:val="Sisestage siia koostaja telefon ja e-posti aadress.&#10;&#10;Näiteks: 612 3456 mari.kask@rmk.ee&#10;&#10;"/>
            <w:statusText w:type="text" w:val="Sisestage siia koostaja telefon ja e-posti aadress (vt F1)"/>
            <w:textInput/>
          </w:ffData>
        </w:fldChar>
      </w:r>
      <w:bookmarkStart w:id="8" w:name="Text2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 w:rsidR="00A9445B">
        <w:t xml:space="preserve"> </w:t>
      </w:r>
    </w:p>
    <w:sectPr w:rsidR="00356C40"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E75CA" w14:textId="77777777" w:rsidR="001C25DD" w:rsidRDefault="001C25DD">
      <w:r>
        <w:separator/>
      </w:r>
    </w:p>
  </w:endnote>
  <w:endnote w:type="continuationSeparator" w:id="0">
    <w:p w14:paraId="513D3B33" w14:textId="77777777" w:rsidR="001C25DD" w:rsidRDefault="001C2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0DEB2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1CF7D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FDAFD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1B92A" w14:textId="77777777" w:rsidR="001C25DD" w:rsidRDefault="001C25DD">
      <w:r>
        <w:separator/>
      </w:r>
    </w:p>
  </w:footnote>
  <w:footnote w:type="continuationSeparator" w:id="0">
    <w:p w14:paraId="2E9FF5F8" w14:textId="77777777" w:rsidR="001C25DD" w:rsidRDefault="001C25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2CAE7" w14:textId="77777777" w:rsidR="00E85637" w:rsidRDefault="00A9445B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A93A47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EC437" w14:textId="77777777" w:rsidR="00E85637" w:rsidRDefault="00E85637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C7EA6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960607F"/>
    <w:multiLevelType w:val="multilevel"/>
    <w:tmpl w:val="6AFCB73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1805849096">
    <w:abstractNumId w:val="0"/>
  </w:num>
  <w:num w:numId="2" w16cid:durableId="720052971">
    <w:abstractNumId w:val="2"/>
  </w:num>
  <w:num w:numId="3" w16cid:durableId="196111131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8B1"/>
    <w:rsid w:val="00057FC6"/>
    <w:rsid w:val="000D31BC"/>
    <w:rsid w:val="0015432F"/>
    <w:rsid w:val="00187A2D"/>
    <w:rsid w:val="001956F4"/>
    <w:rsid w:val="001C25DD"/>
    <w:rsid w:val="001D139F"/>
    <w:rsid w:val="001E574A"/>
    <w:rsid w:val="002319AA"/>
    <w:rsid w:val="00231DFB"/>
    <w:rsid w:val="00326150"/>
    <w:rsid w:val="00356C40"/>
    <w:rsid w:val="003A08B0"/>
    <w:rsid w:val="00436506"/>
    <w:rsid w:val="004908B1"/>
    <w:rsid w:val="00491E34"/>
    <w:rsid w:val="005267D2"/>
    <w:rsid w:val="00704BBF"/>
    <w:rsid w:val="00733955"/>
    <w:rsid w:val="007B7275"/>
    <w:rsid w:val="007E0D20"/>
    <w:rsid w:val="007F482F"/>
    <w:rsid w:val="007F68A8"/>
    <w:rsid w:val="00845FCB"/>
    <w:rsid w:val="008B1038"/>
    <w:rsid w:val="008C0A3A"/>
    <w:rsid w:val="00925100"/>
    <w:rsid w:val="009D3F3A"/>
    <w:rsid w:val="00A93A47"/>
    <w:rsid w:val="00A942C0"/>
    <w:rsid w:val="00A9445B"/>
    <w:rsid w:val="00AA6DA9"/>
    <w:rsid w:val="00B7608B"/>
    <w:rsid w:val="00B940C2"/>
    <w:rsid w:val="00BF0803"/>
    <w:rsid w:val="00C32B5E"/>
    <w:rsid w:val="00C52479"/>
    <w:rsid w:val="00C67247"/>
    <w:rsid w:val="00CF0857"/>
    <w:rsid w:val="00E85637"/>
    <w:rsid w:val="00EC5BAE"/>
    <w:rsid w:val="00F04FCF"/>
    <w:rsid w:val="00F9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3A0B413"/>
  <w15:docId w15:val="{E7C12C33-7538-403C-A0B0-1161D0E64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paragraph" w:styleId="Loendilik">
    <w:name w:val="List Paragraph"/>
    <w:basedOn w:val="Normaallaad"/>
    <w:uiPriority w:val="34"/>
    <w:qFormat/>
    <w:rsid w:val="002319AA"/>
    <w:pPr>
      <w:ind w:left="720"/>
      <w:contextualSpacing/>
    </w:pPr>
    <w:rPr>
      <w:spacing w:val="-20"/>
      <w:position w:val="0"/>
      <w:szCs w:val="24"/>
    </w:rPr>
  </w:style>
  <w:style w:type="character" w:styleId="Hperlink">
    <w:name w:val="Hyperlink"/>
    <w:basedOn w:val="Liguvaikefont"/>
    <w:uiPriority w:val="99"/>
    <w:unhideWhenUsed/>
    <w:rsid w:val="005267D2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940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9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iliku\Downloads\kirjaplank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0E65EA-189D-46AD-8F5C-6D5D085D83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(1)</Template>
  <TotalTime>6</TotalTime>
  <Pages>1</Pages>
  <Words>58</Words>
  <Characters>705</Characters>
  <Application>Microsoft Office Word</Application>
  <DocSecurity>4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762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Aili Küttim</dc:creator>
  <dc:description>Ver 6.0, 11.2018</dc:description>
  <cp:lastModifiedBy>Üllar Soonik</cp:lastModifiedBy>
  <cp:revision>2</cp:revision>
  <cp:lastPrinted>2023-05-26T08:18:00Z</cp:lastPrinted>
  <dcterms:created xsi:type="dcterms:W3CDTF">2023-08-30T05:54:00Z</dcterms:created>
  <dcterms:modified xsi:type="dcterms:W3CDTF">2023-08-30T05:54:00Z</dcterms:modified>
</cp:coreProperties>
</file>